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08" w:rsidRDefault="002F6008" w:rsidP="00FF4659">
      <w:pPr>
        <w:jc w:val="center"/>
        <w:rPr>
          <w:rFonts w:ascii="Times New Roman" w:hAnsi="Times New Roman"/>
          <w:b/>
          <w:sz w:val="28"/>
          <w:szCs w:val="28"/>
        </w:rPr>
      </w:pPr>
      <w:r w:rsidRPr="00FF4659">
        <w:rPr>
          <w:rFonts w:ascii="Times New Roman" w:hAnsi="Times New Roman"/>
          <w:b/>
          <w:sz w:val="28"/>
          <w:szCs w:val="28"/>
        </w:rPr>
        <w:t>Social Studies 10</w:t>
      </w:r>
    </w:p>
    <w:p w:rsidR="002F6008" w:rsidRDefault="002F6008" w:rsidP="00FF465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Chapter 11 - The expansion of Economic Globalization</w:t>
      </w:r>
    </w:p>
    <w:p w:rsidR="002F6008" w:rsidRDefault="002F6008" w:rsidP="000874E4">
      <w:pPr>
        <w:rPr>
          <w:rFonts w:ascii="Times New Roman" w:hAnsi="Times New Roman"/>
          <w:b/>
        </w:rPr>
      </w:pPr>
    </w:p>
    <w:p w:rsidR="002F6008" w:rsidRPr="000874E4" w:rsidRDefault="002F6008" w:rsidP="000874E4">
      <w:pPr>
        <w:rPr>
          <w:rFonts w:ascii="Times New Roman" w:hAnsi="Times New Roman"/>
          <w:b/>
        </w:rPr>
      </w:pPr>
      <w:r w:rsidRPr="000874E4">
        <w:rPr>
          <w:rFonts w:ascii="Times New Roman" w:hAnsi="Times New Roman"/>
          <w:b/>
        </w:rPr>
        <w:t>Read pages 226-245 and answer the following questions</w:t>
      </w:r>
    </w:p>
    <w:p w:rsidR="002F6008" w:rsidRPr="00FF4659" w:rsidRDefault="002F6008" w:rsidP="000874E4">
      <w:pPr>
        <w:rPr>
          <w:rFonts w:ascii="Times New Roman" w:hAnsi="Times New Roman"/>
        </w:rPr>
      </w:pP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the WTO and what does it do?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can happen to countries that do not abide by WTO rulings?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the G8 and what does it do?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countries are members of the G8?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some of the criticisms of the G8?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some of the positive actions that the G8 has been involved in?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La Francophonie?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the CIDA and what does it do?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does the CIDA help countries that suffer from natural disasters?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three other non-economic goals that the CIDA has?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many transnational corporations are there in the world?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subsidiaries?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In transnational corporations, what decisions are made by the head office?</w:t>
      </w:r>
    </w:p>
    <w:p w:rsidR="002F6008" w:rsidRDefault="002F6008" w:rsidP="00097BCA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In transnational corporations, what decisions are made by the subsidiaries?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In what ways do transnational corporations reduce poverty in less developed countries?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human capital?</w:t>
      </w:r>
    </w:p>
    <w:p w:rsidR="002F6008" w:rsidRDefault="002F6008" w:rsidP="00B95EEB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In what ways do transnational corporations do harm in less developed countries?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some negative effects have transnational corporations had on more developed countries?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many people work for GM Canada?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did GMC announce in November of 2005 and what impact will this have on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</w:rPr>
            <w:t>Canada</w:t>
          </w:r>
        </w:smartTag>
      </w:smartTag>
      <w:r>
        <w:rPr>
          <w:rFonts w:ascii="Times New Roman" w:hAnsi="Times New Roman"/>
        </w:rPr>
        <w:t>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Why was GMC doing this?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some different ways people can communicate with others around the world?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effect have ATM machines and internet banking had on the banking industry?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a direct business model?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major computer company uses the direct business model?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does the Caterpillar Corporation demonstrate globalization in their manufacturing?</w:t>
      </w:r>
    </w:p>
    <w:p w:rsidR="002F6008" w:rsidRDefault="002F6008" w:rsidP="00FF4659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intermodal transportation?</w:t>
      </w:r>
    </w:p>
    <w:sectPr w:rsidR="002F6008" w:rsidSect="00D97B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008" w:rsidRDefault="002F6008" w:rsidP="00FF4659">
      <w:r>
        <w:separator/>
      </w:r>
    </w:p>
  </w:endnote>
  <w:endnote w:type="continuationSeparator" w:id="0">
    <w:p w:rsidR="002F6008" w:rsidRDefault="002F6008" w:rsidP="00FF4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008" w:rsidRDefault="002F6008" w:rsidP="00FF4659">
      <w:r>
        <w:separator/>
      </w:r>
    </w:p>
  </w:footnote>
  <w:footnote w:type="continuationSeparator" w:id="0">
    <w:p w:rsidR="002F6008" w:rsidRDefault="002F6008" w:rsidP="00FF46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1573C7"/>
    <w:multiLevelType w:val="hybridMultilevel"/>
    <w:tmpl w:val="E50244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659"/>
    <w:rsid w:val="000874E4"/>
    <w:rsid w:val="00097BCA"/>
    <w:rsid w:val="000C1623"/>
    <w:rsid w:val="00191140"/>
    <w:rsid w:val="002F6008"/>
    <w:rsid w:val="00363B1F"/>
    <w:rsid w:val="00486E7B"/>
    <w:rsid w:val="0069408F"/>
    <w:rsid w:val="0079433A"/>
    <w:rsid w:val="007C181F"/>
    <w:rsid w:val="007F2AB3"/>
    <w:rsid w:val="00924938"/>
    <w:rsid w:val="00B16C8D"/>
    <w:rsid w:val="00B357B5"/>
    <w:rsid w:val="00B95EEB"/>
    <w:rsid w:val="00D20BC4"/>
    <w:rsid w:val="00D61048"/>
    <w:rsid w:val="00D97B3A"/>
    <w:rsid w:val="00E90F70"/>
    <w:rsid w:val="00EC6C7C"/>
    <w:rsid w:val="00FF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FF465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465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F46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F46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465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F465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F465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F465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FF465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F465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F465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F46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F465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F4659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F4659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F4659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F4659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F4659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F4659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FF465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F4659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FF4659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F4659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F465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FF4659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FF4659"/>
    <w:rPr>
      <w:szCs w:val="32"/>
    </w:rPr>
  </w:style>
  <w:style w:type="paragraph" w:styleId="ListParagraph">
    <w:name w:val="List Paragraph"/>
    <w:basedOn w:val="Normal"/>
    <w:uiPriority w:val="99"/>
    <w:qFormat/>
    <w:rsid w:val="00FF465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FF4659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FF4659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F465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F4659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FF4659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FF4659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FF4659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FF4659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FF4659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FF4659"/>
    <w:pPr>
      <w:outlineLvl w:val="9"/>
    </w:pPr>
  </w:style>
  <w:style w:type="paragraph" w:styleId="Header">
    <w:name w:val="header"/>
    <w:basedOn w:val="Normal"/>
    <w:link w:val="HeaderChar"/>
    <w:uiPriority w:val="99"/>
    <w:semiHidden/>
    <w:rsid w:val="00FF46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F465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FF46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4659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245</Words>
  <Characters>1403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10</dc:title>
  <dc:subject/>
  <dc:creator>Fernando Guzzo</dc:creator>
  <cp:keywords/>
  <dc:description/>
  <cp:lastModifiedBy>Fernando.Guzzo</cp:lastModifiedBy>
  <cp:revision>3</cp:revision>
  <cp:lastPrinted>2007-12-07T17:25:00Z</cp:lastPrinted>
  <dcterms:created xsi:type="dcterms:W3CDTF">2009-01-01T05:04:00Z</dcterms:created>
  <dcterms:modified xsi:type="dcterms:W3CDTF">2009-05-13T16:23:00Z</dcterms:modified>
</cp:coreProperties>
</file>